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87B9" w14:textId="77777777" w:rsidR="000719BB" w:rsidRDefault="000719BB" w:rsidP="006C2343">
      <w:pPr>
        <w:pStyle w:val="Titul2"/>
      </w:pPr>
    </w:p>
    <w:p w14:paraId="2232748A" w14:textId="77777777" w:rsidR="00826B7B" w:rsidRDefault="00826B7B" w:rsidP="006C2343">
      <w:pPr>
        <w:pStyle w:val="Titul2"/>
      </w:pPr>
    </w:p>
    <w:p w14:paraId="04AD8BAF" w14:textId="77777777" w:rsidR="000008ED" w:rsidRPr="000719BB" w:rsidRDefault="000008ED" w:rsidP="006C2343">
      <w:pPr>
        <w:pStyle w:val="Titul2"/>
      </w:pPr>
      <w:r>
        <w:t>Díl 4</w:t>
      </w:r>
    </w:p>
    <w:p w14:paraId="10D458DF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D622181" w14:textId="77777777" w:rsidR="00AD0C7B" w:rsidRDefault="00AD0C7B" w:rsidP="00AD0C7B">
      <w:pPr>
        <w:pStyle w:val="Titul2"/>
      </w:pPr>
    </w:p>
    <w:p w14:paraId="78AC1811" w14:textId="77777777" w:rsidR="000008ED" w:rsidRDefault="000008ED" w:rsidP="00AD0C7B">
      <w:pPr>
        <w:pStyle w:val="Titul2"/>
      </w:pPr>
      <w:r>
        <w:t>Část 1</w:t>
      </w:r>
    </w:p>
    <w:p w14:paraId="7D244BF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48261D8" w14:textId="77777777" w:rsidR="00AD0C7B" w:rsidRDefault="00AD0C7B" w:rsidP="00EB46E5">
      <w:pPr>
        <w:pStyle w:val="Titul2"/>
      </w:pPr>
    </w:p>
    <w:sdt>
      <w:sdtPr>
        <w:alias w:val="Název akce - VYplnit pole - přenese se do zápatí"/>
        <w:tag w:val="Název akce"/>
        <w:id w:val="1889687308"/>
        <w:placeholder>
          <w:docPart w:val="80B4ED15A42741A7B72CC0DDB0734DDA"/>
        </w:placeholder>
        <w:text/>
      </w:sdtPr>
      <w:sdtContent>
        <w:p w14:paraId="42D16AEB" w14:textId="0A1079CC" w:rsidR="000008ED" w:rsidRDefault="00646CEE" w:rsidP="00646CEE">
          <w:pPr>
            <w:pStyle w:val="Titul2"/>
          </w:pPr>
          <w:r>
            <w:t>„</w:t>
          </w:r>
          <w:r w:rsidR="00141B6B" w:rsidRPr="00646CEE">
            <w:t>Rekonstrukce hygienického zázemí v žst Jilemnice, Dolní Lipka, Častolovice, Hronov, Malé Svatoňovice</w:t>
          </w:r>
          <w:r>
            <w:t>“</w:t>
          </w:r>
          <w:r w:rsidR="004B6480" w:rsidRPr="00646CEE">
            <w:t xml:space="preserve"> – </w:t>
          </w:r>
          <w:r>
            <w:t>1. etapa</w:t>
          </w:r>
        </w:p>
      </w:sdtContent>
    </w:sdt>
    <w:p w14:paraId="76FF9E72" w14:textId="4BA77327" w:rsidR="00C90F19" w:rsidRPr="003D7FA2" w:rsidRDefault="00C90F19" w:rsidP="00646CEE">
      <w:pPr>
        <w:pStyle w:val="Tituldatum"/>
        <w:rPr>
          <w:rFonts w:cs="Arial"/>
        </w:rPr>
      </w:pPr>
    </w:p>
    <w:p w14:paraId="3CE7AA8A" w14:textId="77777777" w:rsidR="003D7FA2" w:rsidRDefault="003D7FA2" w:rsidP="006C2343">
      <w:pPr>
        <w:pStyle w:val="Tituldatum"/>
      </w:pPr>
    </w:p>
    <w:p w14:paraId="1E0AA713" w14:textId="77777777" w:rsidR="003D7FA2" w:rsidRDefault="003D7FA2" w:rsidP="006C2343">
      <w:pPr>
        <w:pStyle w:val="Tituldatum"/>
      </w:pPr>
    </w:p>
    <w:p w14:paraId="7F54A6BD" w14:textId="77777777" w:rsidR="003D7FA2" w:rsidRDefault="003D7FA2" w:rsidP="006C2343">
      <w:pPr>
        <w:pStyle w:val="Tituldatum"/>
      </w:pPr>
    </w:p>
    <w:p w14:paraId="6DAEAC9D" w14:textId="77777777" w:rsidR="003D7FA2" w:rsidRDefault="003D7FA2" w:rsidP="006C2343">
      <w:pPr>
        <w:pStyle w:val="Tituldatum"/>
      </w:pPr>
    </w:p>
    <w:p w14:paraId="476E7CE4" w14:textId="27C487A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B6480">
        <w:t>22</w:t>
      </w:r>
      <w:r w:rsidR="00EE1BEC">
        <w:t>.</w:t>
      </w:r>
      <w:r w:rsidR="004B6480">
        <w:t xml:space="preserve"> 2</w:t>
      </w:r>
      <w:r w:rsidR="003C1F4E" w:rsidRPr="003C1F4E">
        <w:t>.</w:t>
      </w:r>
      <w:r w:rsidR="00CD20AB">
        <w:t xml:space="preserve"> </w:t>
      </w:r>
      <w:r w:rsidR="003C1F4E" w:rsidRPr="003C1F4E">
        <w:t>202</w:t>
      </w:r>
      <w:r w:rsidR="00141B6B">
        <w:t>4</w:t>
      </w:r>
    </w:p>
    <w:p w14:paraId="74BA0BDE" w14:textId="547AE3E4" w:rsidR="00755BC3" w:rsidRDefault="00755BC3">
      <w:pPr>
        <w:spacing w:after="240" w:line="264" w:lineRule="auto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09859047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20664A12" w14:textId="77777777" w:rsidR="00BD7E91" w:rsidRDefault="00BD7E91" w:rsidP="000008ED">
      <w:pPr>
        <w:pStyle w:val="Nadpisbezsl1-1"/>
      </w:pPr>
      <w:r w:rsidRPr="000008ED">
        <w:t>Obsah</w:t>
      </w:r>
    </w:p>
    <w:p w14:paraId="0F346949" w14:textId="3FDA048C"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648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14:paraId="68B7D9B4" w14:textId="74C95855" w:rsidR="00196C40" w:rsidRDefault="00000000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6480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7027B377" w14:textId="46A80B3D" w:rsidR="00196C40" w:rsidRDefault="00000000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6480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3E1CDDB5" w14:textId="759CB15C" w:rsidR="00196C40" w:rsidRDefault="00000000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6480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74723DCB" w14:textId="7F1FBB45" w:rsidR="00196C40" w:rsidRDefault="00000000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6480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5DB99B2A" w14:textId="2CA26929" w:rsidR="00196C40" w:rsidRDefault="00000000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6480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14:paraId="3482955E" w14:textId="0B23481D" w:rsidR="00196C40" w:rsidRDefault="00000000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6480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14:paraId="10A8FB56" w14:textId="7A413000" w:rsidR="00196C40" w:rsidRDefault="00000000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6480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14:paraId="3DBED0F5" w14:textId="77777777" w:rsidR="00AD0C7B" w:rsidRDefault="00BD7E91" w:rsidP="008D03B9">
      <w:r>
        <w:fldChar w:fldCharType="end"/>
      </w:r>
    </w:p>
    <w:p w14:paraId="5C63221E" w14:textId="77777777" w:rsidR="000008ED" w:rsidRDefault="000008ED" w:rsidP="008D03B9"/>
    <w:p w14:paraId="6220ADF1" w14:textId="77777777" w:rsidR="000008ED" w:rsidRDefault="000008ED" w:rsidP="008D03B9"/>
    <w:p w14:paraId="1ABDD69D" w14:textId="77777777" w:rsidR="000008ED" w:rsidRDefault="000008ED" w:rsidP="008D03B9"/>
    <w:p w14:paraId="7FDEF343" w14:textId="77777777" w:rsidR="000008ED" w:rsidRDefault="000008ED" w:rsidP="008D03B9"/>
    <w:p w14:paraId="27275451" w14:textId="77777777"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053F02D2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DA6E62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C97FF8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5C21B48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5BEED4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E6323A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6FB93B2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17C0F7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528B5C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3E098BF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1E8B27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CD1E21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F7D1E5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4C4500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FFCD8A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0BD01D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01EF83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4E2A6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D5BF00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FC61D5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2023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E1F86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13A2D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5B06C5" w14:textId="77777777" w:rsidR="005E07BA" w:rsidRPr="006115D3" w:rsidRDefault="005E07BA" w:rsidP="00BC06B4">
            <w:pPr>
              <w:pStyle w:val="Zkratky2"/>
            </w:pPr>
          </w:p>
        </w:tc>
      </w:tr>
    </w:tbl>
    <w:p w14:paraId="1A6F8CBE" w14:textId="77777777" w:rsidR="00041EC8" w:rsidRDefault="00041EC8" w:rsidP="00AD0C7B"/>
    <w:p w14:paraId="44770FFE" w14:textId="77777777" w:rsidR="00826B7B" w:rsidRDefault="00826B7B" w:rsidP="008D03B9"/>
    <w:p w14:paraId="26AD5B3E" w14:textId="77777777" w:rsidR="00826B7B" w:rsidRDefault="00826B7B">
      <w:r>
        <w:br w:type="page"/>
      </w:r>
    </w:p>
    <w:p w14:paraId="63921670" w14:textId="77777777"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673BA60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0C1E019" w14:textId="77777777"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14:paraId="38BEF63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14:paraId="10F8CC11" w14:textId="77777777"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14:paraId="33B9561C" w14:textId="77777777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proofErr w:type="gramStart"/>
      <w:r>
        <w:t>-  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682930E8" w14:textId="77777777"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14:paraId="0F463217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2FC4EDC" w14:textId="77777777"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14:paraId="746A11B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371B89" w14:textId="77777777" w:rsidR="005E07BA" w:rsidRDefault="005E07BA" w:rsidP="005E07BA">
      <w:pPr>
        <w:pStyle w:val="Text2-1"/>
      </w:pPr>
      <w:r>
        <w:t>Položky soupisu prací obsahují pole:</w:t>
      </w:r>
    </w:p>
    <w:p w14:paraId="7128201F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B653ECC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6626E38F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7CF4E1C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98680A9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802A67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38B9F41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0D6A2D3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5314B86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F2B2979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5E2DFF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BB72534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C1B1C3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7178D5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D96A843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37C1E1C4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23FEE45C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48B7431" w14:textId="77777777" w:rsidR="005E07BA" w:rsidRDefault="005E07BA" w:rsidP="005E07BA">
      <w:pPr>
        <w:pStyle w:val="Odrka1-2-"/>
      </w:pPr>
      <w:r>
        <w:t>náklady na veškerá pojištění;</w:t>
      </w:r>
    </w:p>
    <w:p w14:paraId="74F53C50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F17B1F5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4B130F9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54A235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83ABABC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01AC15A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1D784156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96F3718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2AA1541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0A238498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FA28254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86E9273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74F53FFC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FA48A33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656B6D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27B16119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5AE6D3B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4563428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5A1BC057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5AEB354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4A2282AB" w14:textId="77777777" w:rsidR="005E07BA" w:rsidRDefault="005E07BA" w:rsidP="005E07BA">
      <w:pPr>
        <w:pStyle w:val="Odrka1-2-"/>
      </w:pPr>
      <w:r>
        <w:t>geodetickou a koordinační činnost,</w:t>
      </w:r>
    </w:p>
    <w:p w14:paraId="28FBBC5B" w14:textId="77777777" w:rsidR="005E07BA" w:rsidRDefault="005E07BA" w:rsidP="005E07BA">
      <w:pPr>
        <w:pStyle w:val="Odrka1-2-"/>
      </w:pPr>
      <w:r>
        <w:t>veškeré zkoušky a revize.</w:t>
      </w:r>
    </w:p>
    <w:p w14:paraId="5C75A78E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8A9CAC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4D5061E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B586DDC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A7B7D45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14:paraId="0E818C92" w14:textId="77777777" w:rsidR="005E07BA" w:rsidRDefault="005E07BA" w:rsidP="005E07BA">
      <w:pPr>
        <w:pStyle w:val="Nadpis2-1"/>
      </w:pPr>
      <w:bookmarkStart w:id="10" w:name="_Toc24020717"/>
      <w:r>
        <w:lastRenderedPageBreak/>
        <w:t>MĚŘENÍ</w:t>
      </w:r>
      <w:bookmarkEnd w:id="10"/>
    </w:p>
    <w:p w14:paraId="1AFA81F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17590B7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E1AB90A" w14:textId="77777777" w:rsidR="005E07BA" w:rsidRDefault="005E07BA" w:rsidP="001D1F8C">
      <w:pPr>
        <w:pStyle w:val="Nadpis2-1"/>
      </w:pPr>
      <w:bookmarkStart w:id="11" w:name="_Toc2402071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2398D6C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4F34B71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C2727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B54D" w14:textId="77777777" w:rsidR="00C27273" w:rsidRDefault="00C27273" w:rsidP="00962258">
      <w:pPr>
        <w:spacing w:after="0" w:line="240" w:lineRule="auto"/>
      </w:pPr>
      <w:r>
        <w:separator/>
      </w:r>
    </w:p>
  </w:endnote>
  <w:endnote w:type="continuationSeparator" w:id="0">
    <w:p w14:paraId="5DF49804" w14:textId="77777777" w:rsidR="00C27273" w:rsidRDefault="00C272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5AD2C4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410B70B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188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188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26EA15B" w14:textId="6391CB7D" w:rsidR="00F573F9" w:rsidRPr="00F573F9" w:rsidRDefault="00F573F9" w:rsidP="00C87634">
          <w:pPr>
            <w:pStyle w:val="Zpatvlevo"/>
            <w:rPr>
              <w:rFonts w:cs="Arial"/>
            </w:rPr>
          </w:pPr>
          <w:r w:rsidRPr="00F573F9">
            <w:rPr>
              <w:rFonts w:cs="Arial"/>
            </w:rPr>
            <w:t xml:space="preserve">Rekonstrukce hygienického zázemí v žst Jilemnice, Dolní Lipka, Častolovice, Hronov, Malé Svatoňovice – </w:t>
          </w:r>
          <w:r w:rsidR="00A2697A">
            <w:rPr>
              <w:rFonts w:cs="Arial"/>
            </w:rPr>
            <w:t>1. etapa</w:t>
          </w:r>
        </w:p>
        <w:p w14:paraId="54A5D685" w14:textId="02481588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792398E3" w14:textId="37A3CEEF" w:rsidR="00CF0EF4" w:rsidRPr="003462EB" w:rsidRDefault="00A2697A" w:rsidP="00C87634">
          <w:pPr>
            <w:pStyle w:val="Zpatvlevo"/>
          </w:pPr>
          <w:r>
            <w:t>Komentář k soupisu prací</w:t>
          </w:r>
        </w:p>
      </w:tc>
    </w:tr>
  </w:tbl>
  <w:p w14:paraId="3F87BA1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8F5FE6D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C9D6688" w14:textId="2EFF08AF" w:rsidR="00CF0EF4" w:rsidRPr="00F573F9" w:rsidRDefault="00F573F9" w:rsidP="00F573F9">
          <w:pPr>
            <w:pStyle w:val="Zpatvlevo"/>
            <w:jc w:val="right"/>
            <w:rPr>
              <w:rFonts w:cs="Arial"/>
            </w:rPr>
          </w:pPr>
          <w:r w:rsidRPr="00F573F9">
            <w:rPr>
              <w:rFonts w:cs="Arial"/>
            </w:rPr>
            <w:t xml:space="preserve">Rekonstrukce hygienického zázemí v žst Jilemnice, Dolní Lipka, Častolovice, Hronov, Malé Svatoňovice – </w:t>
          </w:r>
          <w:r w:rsidR="00A2697A">
            <w:rPr>
              <w:rFonts w:cs="Arial"/>
            </w:rPr>
            <w:t>1. etapa</w:t>
          </w:r>
        </w:p>
        <w:p w14:paraId="1D73657F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F0976CD" w14:textId="0C51D09D" w:rsidR="00CF0EF4" w:rsidRPr="003462EB" w:rsidRDefault="00A2697A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14:paraId="591F831E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188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188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02E5DF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9C64" w14:textId="77777777" w:rsidR="00CF0EF4" w:rsidRPr="00B8518B" w:rsidRDefault="00CF0EF4" w:rsidP="00CF0EF4">
    <w:pPr>
      <w:pStyle w:val="Zpat"/>
      <w:rPr>
        <w:sz w:val="2"/>
        <w:szCs w:val="2"/>
      </w:rPr>
    </w:pPr>
  </w:p>
  <w:p w14:paraId="76A78DC7" w14:textId="248922A3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1CCCDB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DE2CC" w14:textId="77777777" w:rsidR="00C27273" w:rsidRDefault="00C27273" w:rsidP="00962258">
      <w:pPr>
        <w:spacing w:after="0" w:line="240" w:lineRule="auto"/>
      </w:pPr>
      <w:r>
        <w:separator/>
      </w:r>
    </w:p>
  </w:footnote>
  <w:footnote w:type="continuationSeparator" w:id="0">
    <w:p w14:paraId="7F3BFF2B" w14:textId="77777777" w:rsidR="00C27273" w:rsidRDefault="00C272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A1CA1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2F0BA0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1D7755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77DB15" w14:textId="77777777" w:rsidR="0076790E" w:rsidRPr="00D6163D" w:rsidRDefault="0076790E" w:rsidP="00D6163D">
          <w:pPr>
            <w:pStyle w:val="Druhdokumentu"/>
          </w:pPr>
        </w:p>
      </w:tc>
    </w:tr>
  </w:tbl>
  <w:p w14:paraId="1766C2A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CF3A8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7AFA09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D705B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C79DDC1" wp14:editId="7A3D15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5021BDC" w14:textId="77777777" w:rsidR="0076790E" w:rsidRPr="00D6163D" w:rsidRDefault="0076790E" w:rsidP="00FC6389">
          <w:pPr>
            <w:pStyle w:val="Druhdokumentu"/>
          </w:pPr>
        </w:p>
      </w:tc>
    </w:tr>
    <w:tr w:rsidR="0076790E" w14:paraId="03C613C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933D3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9F57C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4F7DC2B" w14:textId="77777777" w:rsidR="0076790E" w:rsidRPr="00D6163D" w:rsidRDefault="0076790E" w:rsidP="00FC6389">
          <w:pPr>
            <w:pStyle w:val="Druhdokumentu"/>
          </w:pPr>
        </w:p>
      </w:tc>
    </w:tr>
  </w:tbl>
  <w:p w14:paraId="60F23919" w14:textId="77777777" w:rsidR="0076790E" w:rsidRPr="00D6163D" w:rsidRDefault="0076790E" w:rsidP="00FC6389">
    <w:pPr>
      <w:pStyle w:val="Zhlav"/>
      <w:rPr>
        <w:sz w:val="8"/>
        <w:szCs w:val="8"/>
      </w:rPr>
    </w:pPr>
  </w:p>
  <w:p w14:paraId="4785529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538C6"/>
    <w:multiLevelType w:val="hybridMultilevel"/>
    <w:tmpl w:val="7C462C42"/>
    <w:lvl w:ilvl="0" w:tplc="7D2A20D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033448">
    <w:abstractNumId w:val="3"/>
  </w:num>
  <w:num w:numId="2" w16cid:durableId="54741857">
    <w:abstractNumId w:val="1"/>
  </w:num>
  <w:num w:numId="3" w16cid:durableId="1328097057">
    <w:abstractNumId w:val="9"/>
  </w:num>
  <w:num w:numId="4" w16cid:durableId="320738539">
    <w:abstractNumId w:val="4"/>
  </w:num>
  <w:num w:numId="5" w16cid:durableId="863861475">
    <w:abstractNumId w:val="11"/>
  </w:num>
  <w:num w:numId="6" w16cid:durableId="1433934639">
    <w:abstractNumId w:val="5"/>
  </w:num>
  <w:num w:numId="7" w16cid:durableId="1355233727">
    <w:abstractNumId w:val="7"/>
  </w:num>
  <w:num w:numId="8" w16cid:durableId="1207374955">
    <w:abstractNumId w:val="8"/>
  </w:num>
  <w:num w:numId="9" w16cid:durableId="1405109504">
    <w:abstractNumId w:val="0"/>
  </w:num>
  <w:num w:numId="10" w16cid:durableId="2100102749">
    <w:abstractNumId w:val="2"/>
  </w:num>
  <w:num w:numId="11" w16cid:durableId="380713251">
    <w:abstractNumId w:val="10"/>
  </w:num>
  <w:num w:numId="12" w16cid:durableId="1180662577">
    <w:abstractNumId w:val="0"/>
  </w:num>
  <w:num w:numId="13" w16cid:durableId="364788735">
    <w:abstractNumId w:val="2"/>
  </w:num>
  <w:num w:numId="14" w16cid:durableId="56242307">
    <w:abstractNumId w:val="2"/>
  </w:num>
  <w:num w:numId="15" w16cid:durableId="237055541">
    <w:abstractNumId w:val="5"/>
  </w:num>
  <w:num w:numId="16" w16cid:durableId="364599222">
    <w:abstractNumId w:val="5"/>
  </w:num>
  <w:num w:numId="17" w16cid:durableId="911159362">
    <w:abstractNumId w:val="5"/>
  </w:num>
  <w:num w:numId="18" w16cid:durableId="510221757">
    <w:abstractNumId w:val="5"/>
  </w:num>
  <w:num w:numId="19" w16cid:durableId="1077361305">
    <w:abstractNumId w:val="7"/>
  </w:num>
  <w:num w:numId="20" w16cid:durableId="58018644">
    <w:abstractNumId w:val="7"/>
  </w:num>
  <w:num w:numId="21" w16cid:durableId="1854220255">
    <w:abstractNumId w:val="7"/>
  </w:num>
  <w:num w:numId="22" w16cid:durableId="863177548">
    <w:abstractNumId w:val="7"/>
  </w:num>
  <w:num w:numId="23" w16cid:durableId="1344866030">
    <w:abstractNumId w:val="8"/>
  </w:num>
  <w:num w:numId="24" w16cid:durableId="262734601">
    <w:abstractNumId w:val="0"/>
  </w:num>
  <w:num w:numId="25" w16cid:durableId="1203010955">
    <w:abstractNumId w:val="0"/>
  </w:num>
  <w:num w:numId="26" w16cid:durableId="352001633">
    <w:abstractNumId w:val="2"/>
  </w:num>
  <w:num w:numId="27" w16cid:durableId="494997047">
    <w:abstractNumId w:val="2"/>
  </w:num>
  <w:num w:numId="28" w16cid:durableId="1694107363">
    <w:abstractNumId w:val="10"/>
  </w:num>
  <w:num w:numId="29" w16cid:durableId="954871277">
    <w:abstractNumId w:val="0"/>
  </w:num>
  <w:num w:numId="30" w16cid:durableId="1693074143">
    <w:abstractNumId w:val="2"/>
  </w:num>
  <w:num w:numId="31" w16cid:durableId="369500904">
    <w:abstractNumId w:val="2"/>
  </w:num>
  <w:num w:numId="32" w16cid:durableId="749237050">
    <w:abstractNumId w:val="5"/>
  </w:num>
  <w:num w:numId="33" w16cid:durableId="716930021">
    <w:abstractNumId w:val="5"/>
  </w:num>
  <w:num w:numId="34" w16cid:durableId="734166170">
    <w:abstractNumId w:val="5"/>
  </w:num>
  <w:num w:numId="35" w16cid:durableId="2021423324">
    <w:abstractNumId w:val="5"/>
  </w:num>
  <w:num w:numId="36" w16cid:durableId="663971724">
    <w:abstractNumId w:val="7"/>
  </w:num>
  <w:num w:numId="37" w16cid:durableId="944731794">
    <w:abstractNumId w:val="7"/>
  </w:num>
  <w:num w:numId="38" w16cid:durableId="1451514077">
    <w:abstractNumId w:val="7"/>
  </w:num>
  <w:num w:numId="39" w16cid:durableId="2123958715">
    <w:abstractNumId w:val="7"/>
  </w:num>
  <w:num w:numId="40" w16cid:durableId="968438260">
    <w:abstractNumId w:val="8"/>
  </w:num>
  <w:num w:numId="41" w16cid:durableId="1639802443">
    <w:abstractNumId w:val="0"/>
  </w:num>
  <w:num w:numId="42" w16cid:durableId="847401863">
    <w:abstractNumId w:val="0"/>
  </w:num>
  <w:num w:numId="43" w16cid:durableId="175537853">
    <w:abstractNumId w:val="2"/>
  </w:num>
  <w:num w:numId="44" w16cid:durableId="1601910593">
    <w:abstractNumId w:val="2"/>
  </w:num>
  <w:num w:numId="45" w16cid:durableId="1148522430">
    <w:abstractNumId w:val="10"/>
  </w:num>
  <w:num w:numId="46" w16cid:durableId="1629778738">
    <w:abstractNumId w:val="10"/>
  </w:num>
  <w:num w:numId="47" w16cid:durableId="8076015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EC"/>
    <w:rsid w:val="000008ED"/>
    <w:rsid w:val="00017F3C"/>
    <w:rsid w:val="00020049"/>
    <w:rsid w:val="000373DC"/>
    <w:rsid w:val="00041EC8"/>
    <w:rsid w:val="000476A7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0625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1883"/>
    <w:rsid w:val="00141B6B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D7FA2"/>
    <w:rsid w:val="003E420D"/>
    <w:rsid w:val="003E4C13"/>
    <w:rsid w:val="003E7846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B6480"/>
    <w:rsid w:val="004C4399"/>
    <w:rsid w:val="004C7451"/>
    <w:rsid w:val="004C787C"/>
    <w:rsid w:val="004D47E2"/>
    <w:rsid w:val="004E7A1F"/>
    <w:rsid w:val="004F4B9B"/>
    <w:rsid w:val="0050666E"/>
    <w:rsid w:val="0051020F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6CEE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55BC3"/>
    <w:rsid w:val="0076286B"/>
    <w:rsid w:val="00766846"/>
    <w:rsid w:val="0076790E"/>
    <w:rsid w:val="00770B67"/>
    <w:rsid w:val="0077673A"/>
    <w:rsid w:val="007846E1"/>
    <w:rsid w:val="007847D6"/>
    <w:rsid w:val="007A5172"/>
    <w:rsid w:val="007A67A0"/>
    <w:rsid w:val="007B570C"/>
    <w:rsid w:val="007C263C"/>
    <w:rsid w:val="007D76B3"/>
    <w:rsid w:val="007E4A6E"/>
    <w:rsid w:val="007F56A7"/>
    <w:rsid w:val="00800851"/>
    <w:rsid w:val="008035BF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50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0DBC"/>
    <w:rsid w:val="00A01A97"/>
    <w:rsid w:val="00A0740E"/>
    <w:rsid w:val="00A2697A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AF3853"/>
    <w:rsid w:val="00B008D5"/>
    <w:rsid w:val="00B02F73"/>
    <w:rsid w:val="00B0619F"/>
    <w:rsid w:val="00B101FD"/>
    <w:rsid w:val="00B13A26"/>
    <w:rsid w:val="00B15D0D"/>
    <w:rsid w:val="00B22106"/>
    <w:rsid w:val="00B41CBC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131DE"/>
    <w:rsid w:val="00C226C0"/>
    <w:rsid w:val="00C24A6A"/>
    <w:rsid w:val="00C27273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D20AB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B705C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E1BEC"/>
    <w:rsid w:val="00EF5C93"/>
    <w:rsid w:val="00F016C7"/>
    <w:rsid w:val="00F12DEC"/>
    <w:rsid w:val="00F1715C"/>
    <w:rsid w:val="00F310F8"/>
    <w:rsid w:val="00F35939"/>
    <w:rsid w:val="00F45607"/>
    <w:rsid w:val="00F4722B"/>
    <w:rsid w:val="00F54432"/>
    <w:rsid w:val="00F573F9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09680"/>
  <w14:defaultImageDpi w14:val="32767"/>
  <w15:docId w15:val="{5EFE6C8D-F62A-40C8-B84C-537DE61E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EF5C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KS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B4ED15A42741A7B72CC0DDB0734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BF3FF1-EF29-449B-9015-00E67D25EFB1}"/>
      </w:docPartPr>
      <w:docPartBody>
        <w:p w:rsidR="0015585D" w:rsidRDefault="00D94535">
          <w:pPr>
            <w:pStyle w:val="80B4ED15A42741A7B72CC0DDB0734DD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535"/>
    <w:rsid w:val="000A5929"/>
    <w:rsid w:val="0015585D"/>
    <w:rsid w:val="00272EA0"/>
    <w:rsid w:val="006309BE"/>
    <w:rsid w:val="008C3DC4"/>
    <w:rsid w:val="009315DB"/>
    <w:rsid w:val="00984310"/>
    <w:rsid w:val="00A71C09"/>
    <w:rsid w:val="00AF1550"/>
    <w:rsid w:val="00C64826"/>
    <w:rsid w:val="00CB6582"/>
    <w:rsid w:val="00D94535"/>
    <w:rsid w:val="00D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0B4ED15A42741A7B72CC0DDB0734DDA">
    <w:name w:val="80B4ED15A42741A7B72CC0DDB0734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40E0E4E-156E-4F9F-B6F6-69A9569B8E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KSP_80,155.dotx</Template>
  <TotalTime>30</TotalTime>
  <Pages>6</Pages>
  <Words>1821</Words>
  <Characters>10750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Tichý Petr  Ing.</cp:lastModifiedBy>
  <cp:revision>16</cp:revision>
  <cp:lastPrinted>2024-02-22T10:48:00Z</cp:lastPrinted>
  <dcterms:created xsi:type="dcterms:W3CDTF">2020-03-24T08:11:00Z</dcterms:created>
  <dcterms:modified xsi:type="dcterms:W3CDTF">2024-02-27T11:36:00Z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